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E2447F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E2447F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F6611">
              <w:rPr>
                <w:rFonts w:ascii="Times New Roman" w:hAnsi="Times New Roman"/>
                <w:sz w:val="28"/>
                <w:szCs w:val="28"/>
              </w:rPr>
              <w:t>№ 3</w:t>
            </w:r>
          </w:p>
          <w:p w:rsidR="006E3BD8" w:rsidRDefault="006E3BD8" w:rsidP="00E24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E24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E2447F" w:rsidRPr="002C7AB6" w:rsidTr="002C7AB6">
        <w:tc>
          <w:tcPr>
            <w:tcW w:w="5428" w:type="dxa"/>
          </w:tcPr>
          <w:p w:rsidR="00E2447F" w:rsidRPr="002C7AB6" w:rsidRDefault="00E2447F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200" w:type="dxa"/>
          </w:tcPr>
          <w:p w:rsidR="00E2447F" w:rsidRPr="002C7AB6" w:rsidRDefault="00552EC2" w:rsidP="00552EC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</w:p>
        </w:tc>
      </w:tr>
      <w:bookmarkEnd w:id="0"/>
      <w:tr w:rsidR="00E2447F" w:rsidRPr="002C7AB6" w:rsidTr="002C7AB6">
        <w:tc>
          <w:tcPr>
            <w:tcW w:w="5428" w:type="dxa"/>
          </w:tcPr>
          <w:p w:rsidR="00E2447F" w:rsidRPr="002C7AB6" w:rsidRDefault="00E2447F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2447F" w:rsidRPr="002C7AB6" w:rsidRDefault="00E2447F" w:rsidP="00E24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447F" w:rsidRDefault="00E2447F" w:rsidP="006E3BD8">
      <w:pPr>
        <w:jc w:val="center"/>
        <w:rPr>
          <w:rFonts w:ascii="Times New Roman" w:hAnsi="Times New Roman"/>
          <w:sz w:val="28"/>
          <w:szCs w:val="28"/>
        </w:rPr>
      </w:pPr>
    </w:p>
    <w:p w:rsidR="006E3BD8" w:rsidRPr="006E3BD8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Региональный перечень</w:t>
      </w:r>
    </w:p>
    <w:p w:rsidR="00E2447F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E2447F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проведения забастовки работниками газораспределительных организаций</w:t>
      </w:r>
    </w:p>
    <w:p w:rsidR="00E2447F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E3BD8">
        <w:rPr>
          <w:rFonts w:ascii="Times New Roman" w:hAnsi="Times New Roman"/>
          <w:sz w:val="28"/>
          <w:szCs w:val="28"/>
        </w:rPr>
        <w:t>(филиалов, представительств или иных обособленных структурных</w:t>
      </w:r>
      <w:proofErr w:type="gramEnd"/>
    </w:p>
    <w:p w:rsidR="00E2447F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подразделений), индивидуальных предпринимателей, деятельность</w:t>
      </w:r>
    </w:p>
    <w:p w:rsidR="00E2447F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 xml:space="preserve">которых </w:t>
      </w:r>
      <w:proofErr w:type="gramStart"/>
      <w:r w:rsidRPr="006E3BD8">
        <w:rPr>
          <w:rFonts w:ascii="Times New Roman" w:hAnsi="Times New Roman"/>
          <w:sz w:val="28"/>
          <w:szCs w:val="28"/>
        </w:rPr>
        <w:t>связана</w:t>
      </w:r>
      <w:proofErr w:type="gramEnd"/>
      <w:r w:rsidRPr="006E3BD8">
        <w:rPr>
          <w:rFonts w:ascii="Times New Roman" w:hAnsi="Times New Roman"/>
          <w:sz w:val="28"/>
          <w:szCs w:val="28"/>
        </w:rPr>
        <w:t xml:space="preserve"> с безопасностью людей, обеспечением их здоровья</w:t>
      </w:r>
    </w:p>
    <w:p w:rsidR="006E3BD8" w:rsidRPr="006E3BD8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и жизненно важных интересов общества</w:t>
      </w:r>
    </w:p>
    <w:p w:rsidR="006E3BD8" w:rsidRPr="006E3BD8" w:rsidRDefault="006E3BD8" w:rsidP="006E3BD8">
      <w:pPr>
        <w:jc w:val="center"/>
        <w:rPr>
          <w:rFonts w:ascii="Times New Roman" w:hAnsi="Times New Roman"/>
          <w:sz w:val="28"/>
          <w:szCs w:val="28"/>
        </w:rPr>
      </w:pPr>
    </w:p>
    <w:p w:rsidR="006E3BD8" w:rsidRPr="006E3BD8" w:rsidRDefault="00E2447F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6E3BD8" w:rsidRPr="006E3BD8">
        <w:rPr>
          <w:rFonts w:ascii="Times New Roman" w:hAnsi="Times New Roman"/>
          <w:sz w:val="28"/>
          <w:szCs w:val="28"/>
        </w:rPr>
        <w:t>Работы, связанные с обеспечением безаварийного газоснабжения природным и сжиженным углеводородным газом объектов здравоохранения, социальной сферы, детских учреждений и объектов инженерной инфраструктуры и силовых министерств и ведомств.</w:t>
      </w:r>
    </w:p>
    <w:p w:rsidR="006E3BD8" w:rsidRPr="006E3BD8" w:rsidRDefault="006E3BD8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 xml:space="preserve">2. Работы, связанные </w:t>
      </w:r>
      <w:proofErr w:type="gramStart"/>
      <w:r w:rsidRPr="006E3BD8">
        <w:rPr>
          <w:rFonts w:ascii="Times New Roman" w:hAnsi="Times New Roman"/>
          <w:sz w:val="28"/>
          <w:szCs w:val="28"/>
        </w:rPr>
        <w:t>с</w:t>
      </w:r>
      <w:proofErr w:type="gramEnd"/>
      <w:r w:rsidRPr="006E3BD8">
        <w:rPr>
          <w:rFonts w:ascii="Times New Roman" w:hAnsi="Times New Roman"/>
          <w:sz w:val="28"/>
          <w:szCs w:val="28"/>
        </w:rPr>
        <w:t>:</w:t>
      </w:r>
    </w:p>
    <w:p w:rsidR="006E3BD8" w:rsidRPr="006E3BD8" w:rsidRDefault="006E3BD8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1) принятием железнодорожных цистерн и заполнением автоцистерн для обеспечения сжиженными углеводородными газами групповых установок в целях исключения размораживания тепловых сетей больниц, детских учреждений, жилых зданий, объектов социальной сферы и инженерной инфраструктуры, отапливаемых сжиженным газом;</w:t>
      </w:r>
    </w:p>
    <w:p w:rsidR="006E3BD8" w:rsidRPr="006E3BD8" w:rsidRDefault="00E2447F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6E3BD8" w:rsidRPr="006E3BD8">
        <w:rPr>
          <w:rFonts w:ascii="Times New Roman" w:hAnsi="Times New Roman"/>
          <w:sz w:val="28"/>
          <w:szCs w:val="28"/>
        </w:rPr>
        <w:t xml:space="preserve">аварийно-диспетчерским обслуживанием объектов системы газораспределения и </w:t>
      </w:r>
      <w:proofErr w:type="spellStart"/>
      <w:r w:rsidR="006E3BD8" w:rsidRPr="006E3BD8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6E3BD8" w:rsidRPr="006E3BD8">
        <w:rPr>
          <w:rFonts w:ascii="Times New Roman" w:hAnsi="Times New Roman"/>
          <w:sz w:val="28"/>
          <w:szCs w:val="28"/>
        </w:rPr>
        <w:t>, использующих природный и сжиженный углеводородный газ в качестве топлива, а также газового оборудования в жилых и общественных зданиях с целью локализации аварийных ситуаций и проведения аварийно-восстановительных работ;</w:t>
      </w:r>
    </w:p>
    <w:p w:rsidR="006E3BD8" w:rsidRPr="006E3BD8" w:rsidRDefault="00E2447F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6E3BD8" w:rsidRPr="006E3BD8">
        <w:rPr>
          <w:rFonts w:ascii="Times New Roman" w:hAnsi="Times New Roman"/>
          <w:sz w:val="28"/>
          <w:szCs w:val="28"/>
        </w:rPr>
        <w:t>обеспечением сохранности недвижимого и иного имущества, входящего в состав единого производственно-технологического комплекса газораспределительных организаций.</w:t>
      </w:r>
    </w:p>
    <w:p w:rsidR="006E3BD8" w:rsidRPr="006E3BD8" w:rsidRDefault="00E2447F" w:rsidP="006E3BD8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6E3BD8" w:rsidRPr="006E3BD8">
        <w:rPr>
          <w:rFonts w:ascii="Times New Roman" w:hAnsi="Times New Roman"/>
          <w:sz w:val="28"/>
          <w:szCs w:val="28"/>
        </w:rPr>
        <w:t>Работа транспорта по доставке работников для выполнения ра</w:t>
      </w:r>
      <w:r>
        <w:rPr>
          <w:rFonts w:ascii="Times New Roman" w:hAnsi="Times New Roman"/>
          <w:sz w:val="28"/>
          <w:szCs w:val="28"/>
        </w:rPr>
        <w:t>бот, предусмотренных настоящим р</w:t>
      </w:r>
      <w:r w:rsidR="006E3BD8" w:rsidRPr="006E3BD8">
        <w:rPr>
          <w:rFonts w:ascii="Times New Roman" w:hAnsi="Times New Roman"/>
          <w:sz w:val="28"/>
          <w:szCs w:val="28"/>
        </w:rPr>
        <w:t>егиональным перечнем.</w:t>
      </w:r>
    </w:p>
    <w:p w:rsidR="006E3BD8" w:rsidRPr="006E3BD8" w:rsidRDefault="006E3BD8" w:rsidP="006E3BD8">
      <w:pPr>
        <w:jc w:val="both"/>
        <w:rPr>
          <w:rFonts w:ascii="Times New Roman" w:hAnsi="Times New Roman"/>
          <w:sz w:val="28"/>
          <w:szCs w:val="28"/>
        </w:rPr>
      </w:pPr>
    </w:p>
    <w:p w:rsidR="006E3BD8" w:rsidRPr="006E3BD8" w:rsidRDefault="006E3BD8" w:rsidP="006E3BD8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6E3BD8" w:rsidP="006E3BD8">
      <w:pPr>
        <w:jc w:val="center"/>
        <w:rPr>
          <w:rFonts w:ascii="Times New Roman" w:hAnsi="Times New Roman"/>
          <w:sz w:val="28"/>
          <w:szCs w:val="28"/>
        </w:rPr>
      </w:pPr>
      <w:r w:rsidRPr="006E3BD8">
        <w:rPr>
          <w:rFonts w:ascii="Times New Roman" w:hAnsi="Times New Roman"/>
          <w:sz w:val="28"/>
          <w:szCs w:val="28"/>
        </w:rPr>
        <w:t>____________</w:t>
      </w:r>
    </w:p>
    <w:sectPr w:rsidR="00190FF9" w:rsidRPr="00190FF9" w:rsidSect="00E2447F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B02" w:rsidRDefault="00567B02">
      <w:r>
        <w:separator/>
      </w:r>
    </w:p>
  </w:endnote>
  <w:endnote w:type="continuationSeparator" w:id="0">
    <w:p w:rsidR="00567B02" w:rsidRDefault="0056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4A4E9701" wp14:editId="4403D06A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15F3E2F" wp14:editId="1DE17C73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E2447F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1599  06.03.2019 15:06:38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B02" w:rsidRDefault="00567B02">
      <w:r>
        <w:separator/>
      </w:r>
    </w:p>
  </w:footnote>
  <w:footnote w:type="continuationSeparator" w:id="0">
    <w:p w:rsidR="00567B02" w:rsidRDefault="00567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190FF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Q0Yj3tcmy4DcMFMSfyYAcTHlq4=" w:salt="T1/FehiMdwzXML92frwS8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4F6611"/>
    <w:rsid w:val="00512A47"/>
    <w:rsid w:val="00531C68"/>
    <w:rsid w:val="00532119"/>
    <w:rsid w:val="005335F3"/>
    <w:rsid w:val="00543C38"/>
    <w:rsid w:val="00543D2D"/>
    <w:rsid w:val="00545A3D"/>
    <w:rsid w:val="00546DBB"/>
    <w:rsid w:val="00552EC2"/>
    <w:rsid w:val="00561A5B"/>
    <w:rsid w:val="00567B02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1389D"/>
    <w:rsid w:val="0072328A"/>
    <w:rsid w:val="007377B5"/>
    <w:rsid w:val="007402C3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44F66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E29E8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6E2"/>
    <w:rsid w:val="00E10B44"/>
    <w:rsid w:val="00E11F02"/>
    <w:rsid w:val="00E2447F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4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2019-01-25T09:04:00Z</dcterms:created>
  <dcterms:modified xsi:type="dcterms:W3CDTF">2019-04-10T06:29:00Z</dcterms:modified>
</cp:coreProperties>
</file>